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F94" w:rsidRDefault="00334F94">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9:00-9:30</w:t>
      </w:r>
      <w:r>
        <w:rPr>
          <w:rFonts w:ascii="Century Gothic" w:hAnsi="Century Gothic"/>
          <w:b/>
          <w:sz w:val="20"/>
          <w:szCs w:val="20"/>
        </w:rPr>
        <w:tab/>
        <w:t>Week of: Oct. 24-28, 2011</w:t>
      </w:r>
    </w:p>
    <w:p w:rsidR="00334F94" w:rsidRDefault="00334F94">
      <w:pPr>
        <w:rPr>
          <w:rFonts w:ascii="Century Gothic" w:hAnsi="Century Gothic"/>
          <w:b/>
          <w:sz w:val="20"/>
          <w:szCs w:val="20"/>
        </w:rPr>
      </w:pPr>
      <w:r>
        <w:rPr>
          <w:rFonts w:ascii="Century Gothic" w:hAnsi="Century Gothic"/>
          <w:b/>
          <w:sz w:val="20"/>
          <w:szCs w:val="20"/>
        </w:rPr>
        <w:t>Plural Possessive Nouns Unit: 10 Spelling</w:t>
      </w:r>
    </w:p>
    <w:p w:rsidR="00334F94" w:rsidRDefault="00334F94">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10 Spelling Words; define &amp; identify plural possessive nouns &amp; spell them correctly</w:t>
      </w:r>
    </w:p>
    <w:p w:rsidR="00334F94" w:rsidRPr="008412C6" w:rsidRDefault="00334F9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 Spelling Unit 10 Pretest 3)Go over Spelling words &amp; patterns orally, &amp; SW highlight any misspelled words from the pretest 4)Read together blue box page 104 5)Guided Practice pg 104 part A by telling hand &amp; releasing answers 6)SW who missed any spelling words will write words correctly 5x’s each; students who made 100 will have quiet free time</w:t>
      </w:r>
    </w:p>
    <w:p w:rsidR="00334F94" w:rsidRDefault="00334F94">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10 Spelling, Loose leaf paper, Grammar/Writing Book, Highlighters</w:t>
      </w:r>
      <w:r>
        <w:rPr>
          <w:rFonts w:ascii="Century Gothic" w:hAnsi="Century Gothic"/>
          <w:b/>
          <w:sz w:val="20"/>
          <w:szCs w:val="20"/>
        </w:rPr>
        <w:t xml:space="preserve"> </w:t>
      </w:r>
    </w:p>
    <w:p w:rsidR="00334F94" w:rsidRDefault="00334F94">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10 spelling words; use plural possessive nouns in writing</w:t>
      </w:r>
    </w:p>
    <w:p w:rsidR="00334F94" w:rsidRPr="00E84BA9" w:rsidRDefault="00334F9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plural possessive nouns pg 104 4)Guided Practice pg 105 orally 5)Independent Practice pg 107</w:t>
      </w:r>
    </w:p>
    <w:p w:rsidR="00334F94" w:rsidRDefault="00334F9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10 Spelling, Grammar &amp; Writing Books</w:t>
      </w:r>
    </w:p>
    <w:p w:rsidR="00334F94" w:rsidRDefault="00334F94">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334F94" w:rsidRDefault="00334F9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plural possessive nouns pg 107 by writing answers on the board 4)Plural Possessive Nouns Test 5) Spelling Game if time </w:t>
      </w:r>
    </w:p>
    <w:p w:rsidR="00334F94" w:rsidRDefault="00334F9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Plural Possessive Nouns Test</w:t>
      </w:r>
    </w:p>
    <w:p w:rsidR="00334F94" w:rsidRDefault="00334F94">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10 correctly for a Spelling Test</w:t>
      </w:r>
    </w:p>
    <w:p w:rsidR="00334F94" w:rsidRDefault="00334F94">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334F94" w:rsidRDefault="00334F9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334F94" w:rsidRDefault="00334F94">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334F94" w:rsidRDefault="00334F94">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w:t>
      </w:r>
    </w:p>
    <w:p w:rsidR="00334F94" w:rsidRPr="008F4A5D" w:rsidRDefault="00334F9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334F94" w:rsidRPr="00420374" w:rsidRDefault="00334F94">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334F94"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E793D"/>
    <w:rsid w:val="00334F94"/>
    <w:rsid w:val="00420374"/>
    <w:rsid w:val="00575E2D"/>
    <w:rsid w:val="005A51A7"/>
    <w:rsid w:val="008412C6"/>
    <w:rsid w:val="008E7DE6"/>
    <w:rsid w:val="008F4A5D"/>
    <w:rsid w:val="00971963"/>
    <w:rsid w:val="00AF623A"/>
    <w:rsid w:val="00B22DDA"/>
    <w:rsid w:val="00BD7829"/>
    <w:rsid w:val="00C00640"/>
    <w:rsid w:val="00D22011"/>
    <w:rsid w:val="00E84BA9"/>
    <w:rsid w:val="00E95CE9"/>
    <w:rsid w:val="00F63E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353</Words>
  <Characters>2014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2011-09-15T14:50:00Z</cp:lastPrinted>
  <dcterms:created xsi:type="dcterms:W3CDTF">2011-09-15T14:54:00Z</dcterms:created>
  <dcterms:modified xsi:type="dcterms:W3CDTF">2011-09-15T14:54:00Z</dcterms:modified>
</cp:coreProperties>
</file>